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6F6" w:rsidRPr="003A597D" w:rsidRDefault="001256F6" w:rsidP="003A597D">
      <w:pPr>
        <w:pStyle w:val="NoSpacing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8</w:t>
      </w:r>
    </w:p>
    <w:p w:rsidR="001256F6" w:rsidRPr="003A597D" w:rsidRDefault="001256F6" w:rsidP="003A597D">
      <w:pPr>
        <w:pStyle w:val="NoSpacing"/>
        <w:jc w:val="right"/>
        <w:rPr>
          <w:rFonts w:ascii="Times New Roman" w:hAnsi="Times New Roman"/>
          <w:sz w:val="28"/>
          <w:szCs w:val="28"/>
        </w:rPr>
      </w:pPr>
      <w:r w:rsidRPr="003A597D">
        <w:rPr>
          <w:rFonts w:ascii="Times New Roman" w:hAnsi="Times New Roman"/>
          <w:sz w:val="28"/>
          <w:szCs w:val="28"/>
        </w:rPr>
        <w:t>к решению Совета</w:t>
      </w:r>
      <w:r>
        <w:rPr>
          <w:rFonts w:ascii="Times New Roman" w:hAnsi="Times New Roman"/>
          <w:sz w:val="28"/>
          <w:szCs w:val="28"/>
        </w:rPr>
        <w:t xml:space="preserve"> МО</w:t>
      </w:r>
    </w:p>
    <w:p w:rsidR="001256F6" w:rsidRDefault="001256F6" w:rsidP="003A597D">
      <w:pPr>
        <w:pStyle w:val="NoSpacing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3A597D">
        <w:rPr>
          <w:rFonts w:ascii="Times New Roman" w:hAnsi="Times New Roman"/>
          <w:sz w:val="28"/>
          <w:szCs w:val="28"/>
        </w:rPr>
        <w:t>«С</w:t>
      </w:r>
      <w:r>
        <w:rPr>
          <w:rFonts w:ascii="Times New Roman" w:hAnsi="Times New Roman"/>
          <w:sz w:val="28"/>
          <w:szCs w:val="28"/>
        </w:rPr>
        <w:t>ельское поселение с</w:t>
      </w:r>
      <w:r w:rsidRPr="003A597D">
        <w:rPr>
          <w:rFonts w:ascii="Times New Roman" w:hAnsi="Times New Roman"/>
          <w:sz w:val="28"/>
          <w:szCs w:val="28"/>
        </w:rPr>
        <w:t>ело Пироговка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256F6" w:rsidRDefault="001256F6" w:rsidP="003A597D">
      <w:pPr>
        <w:pStyle w:val="NoSpacing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Ахтубинского муниципального района </w:t>
      </w:r>
    </w:p>
    <w:p w:rsidR="001256F6" w:rsidRDefault="001256F6" w:rsidP="003A597D">
      <w:pPr>
        <w:pStyle w:val="NoSpacing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Астраханской области</w:t>
      </w:r>
      <w:r w:rsidRPr="003A597D">
        <w:rPr>
          <w:rFonts w:ascii="Times New Roman" w:hAnsi="Times New Roman"/>
          <w:sz w:val="28"/>
          <w:szCs w:val="28"/>
        </w:rPr>
        <w:t>»</w:t>
      </w:r>
    </w:p>
    <w:p w:rsidR="001256F6" w:rsidRPr="006764ED" w:rsidRDefault="001256F6" w:rsidP="002F5021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____  от  _________     </w:t>
      </w:r>
    </w:p>
    <w:p w:rsidR="001256F6" w:rsidRPr="003A597D" w:rsidRDefault="001256F6" w:rsidP="003A597D">
      <w:pPr>
        <w:pStyle w:val="NoSpacing"/>
        <w:jc w:val="right"/>
        <w:rPr>
          <w:rFonts w:ascii="Times New Roman" w:hAnsi="Times New Roman"/>
          <w:sz w:val="28"/>
          <w:szCs w:val="28"/>
        </w:rPr>
      </w:pPr>
    </w:p>
    <w:tbl>
      <w:tblPr>
        <w:tblW w:w="10572" w:type="dxa"/>
        <w:tblInd w:w="-504" w:type="dxa"/>
        <w:tblLayout w:type="fixed"/>
        <w:tblLook w:val="00A0"/>
      </w:tblPr>
      <w:tblGrid>
        <w:gridCol w:w="896"/>
        <w:gridCol w:w="283"/>
        <w:gridCol w:w="709"/>
        <w:gridCol w:w="1276"/>
        <w:gridCol w:w="1417"/>
        <w:gridCol w:w="2694"/>
        <w:gridCol w:w="1409"/>
        <w:gridCol w:w="290"/>
        <w:gridCol w:w="852"/>
        <w:gridCol w:w="37"/>
        <w:gridCol w:w="709"/>
      </w:tblGrid>
      <w:tr w:rsidR="001256F6" w:rsidRPr="006B456D" w:rsidTr="003A597D">
        <w:trPr>
          <w:gridAfter w:val="3"/>
          <w:wAfter w:w="1598" w:type="dxa"/>
          <w:trHeight w:val="312"/>
        </w:trPr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56F6" w:rsidRPr="008F7462" w:rsidRDefault="001256F6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56F6" w:rsidRPr="008F7462" w:rsidRDefault="001256F6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05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56F6" w:rsidRPr="008F7462" w:rsidRDefault="001256F6" w:rsidP="00FB03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56F6" w:rsidRPr="008F7462" w:rsidRDefault="001256F6" w:rsidP="00E144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1256F6" w:rsidRPr="006B456D" w:rsidTr="00FB03C8">
        <w:trPr>
          <w:gridAfter w:val="1"/>
          <w:wAfter w:w="709" w:type="dxa"/>
          <w:trHeight w:val="513"/>
        </w:trPr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56F6" w:rsidRPr="008F7462" w:rsidRDefault="001256F6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56F6" w:rsidRPr="008F7462" w:rsidRDefault="001256F6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4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56F6" w:rsidRPr="00FB03C8" w:rsidRDefault="001256F6" w:rsidP="00FB03C8">
            <w:pPr>
              <w:spacing w:after="0" w:line="240" w:lineRule="auto"/>
              <w:ind w:left="-675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Программа </w:t>
            </w:r>
            <w:r w:rsidRPr="00FB03C8">
              <w:rPr>
                <w:rFonts w:ascii="Times New Roman" w:hAnsi="Times New Roman"/>
                <w:b/>
                <w:sz w:val="28"/>
                <w:szCs w:val="28"/>
              </w:rPr>
              <w:t>предоставления муниципальных га</w:t>
            </w:r>
            <w:bookmarkStart w:id="0" w:name="_GoBack"/>
            <w:bookmarkEnd w:id="0"/>
            <w:r w:rsidRPr="00FB03C8">
              <w:rPr>
                <w:rFonts w:ascii="Times New Roman" w:hAnsi="Times New Roman"/>
                <w:b/>
                <w:sz w:val="28"/>
                <w:szCs w:val="28"/>
              </w:rPr>
              <w:t>рантий</w:t>
            </w:r>
          </w:p>
        </w:tc>
      </w:tr>
      <w:tr w:rsidR="001256F6" w:rsidRPr="006B456D" w:rsidTr="003A597D">
        <w:trPr>
          <w:gridAfter w:val="1"/>
          <w:wAfter w:w="709" w:type="dxa"/>
          <w:trHeight w:val="312"/>
        </w:trPr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56F6" w:rsidRPr="008F7462" w:rsidRDefault="001256F6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56F6" w:rsidRPr="008F7462" w:rsidRDefault="001256F6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4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</w:tcPr>
          <w:p w:rsidR="001256F6" w:rsidRPr="00FB03C8" w:rsidRDefault="001256F6" w:rsidP="003A597D">
            <w:pPr>
              <w:spacing w:after="0" w:line="240" w:lineRule="auto"/>
              <w:ind w:left="-67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B03C8">
              <w:rPr>
                <w:rFonts w:ascii="Times New Roman" w:hAnsi="Times New Roman"/>
                <w:b/>
                <w:sz w:val="28"/>
                <w:szCs w:val="28"/>
              </w:rPr>
              <w:t xml:space="preserve">МО "Сельское поселение село Пироговка Ахтубинского </w:t>
            </w:r>
          </w:p>
          <w:p w:rsidR="001256F6" w:rsidRPr="008F7462" w:rsidRDefault="001256F6" w:rsidP="003A597D">
            <w:pPr>
              <w:spacing w:after="0" w:line="240" w:lineRule="auto"/>
              <w:ind w:left="-675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FB03C8">
              <w:rPr>
                <w:rFonts w:ascii="Times New Roman" w:hAnsi="Times New Roman"/>
                <w:b/>
                <w:sz w:val="28"/>
                <w:szCs w:val="28"/>
              </w:rPr>
              <w:t>муниципального района Астраханской области"</w:t>
            </w:r>
          </w:p>
        </w:tc>
      </w:tr>
      <w:tr w:rsidR="001256F6" w:rsidRPr="006B456D" w:rsidTr="007723A7">
        <w:trPr>
          <w:trHeight w:val="312"/>
        </w:trPr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56F6" w:rsidRPr="008F7462" w:rsidRDefault="001256F6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56F6" w:rsidRPr="008F7462" w:rsidRDefault="001256F6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4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56F6" w:rsidRPr="00FB03C8" w:rsidRDefault="001256F6" w:rsidP="00FB03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                            на 2025</w:t>
            </w:r>
            <w:r w:rsidRPr="00FB03C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1256F6" w:rsidRPr="006B456D" w:rsidTr="007723A7">
        <w:trPr>
          <w:trHeight w:val="312"/>
        </w:trPr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56F6" w:rsidRPr="008F7462" w:rsidRDefault="001256F6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56F6" w:rsidRPr="008F7462" w:rsidRDefault="001256F6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4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56F6" w:rsidRPr="008F7462" w:rsidRDefault="001256F6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256F6" w:rsidRPr="006B456D" w:rsidTr="007723A7">
        <w:trPr>
          <w:trHeight w:val="312"/>
        </w:trPr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56F6" w:rsidRPr="008F7462" w:rsidRDefault="001256F6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56F6" w:rsidRPr="008F7462" w:rsidRDefault="001256F6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4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56F6" w:rsidRPr="008F7462" w:rsidRDefault="001256F6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256F6" w:rsidRPr="006B456D" w:rsidTr="007723A7">
        <w:trPr>
          <w:trHeight w:val="79"/>
        </w:trPr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56F6" w:rsidRPr="008F7462" w:rsidRDefault="001256F6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56F6" w:rsidRPr="008F7462" w:rsidRDefault="001256F6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4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</w:tcPr>
          <w:p w:rsidR="001256F6" w:rsidRPr="008F7462" w:rsidRDefault="001256F6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256F6" w:rsidRPr="006B456D" w:rsidTr="007723A7">
        <w:trPr>
          <w:gridAfter w:val="2"/>
          <w:wAfter w:w="746" w:type="dxa"/>
          <w:trHeight w:val="744"/>
        </w:trPr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256F6" w:rsidRPr="008F7462" w:rsidRDefault="001256F6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Цель гарантирования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256F6" w:rsidRPr="008F7462" w:rsidRDefault="001256F6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принципала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6F6" w:rsidRPr="008F7462" w:rsidRDefault="001256F6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Сумма гарантирования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6F6" w:rsidRPr="008F7462" w:rsidRDefault="001256F6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Наличие права регрессного требования</w:t>
            </w:r>
          </w:p>
        </w:tc>
        <w:tc>
          <w:tcPr>
            <w:tcW w:w="25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6F6" w:rsidRPr="008F7462" w:rsidRDefault="001256F6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Иные условия предоставления государственных гарантий</w:t>
            </w:r>
          </w:p>
        </w:tc>
      </w:tr>
      <w:tr w:rsidR="001256F6" w:rsidRPr="006B456D" w:rsidTr="007723A7">
        <w:trPr>
          <w:gridAfter w:val="2"/>
          <w:wAfter w:w="746" w:type="dxa"/>
          <w:trHeight w:val="1517"/>
        </w:trPr>
        <w:tc>
          <w:tcPr>
            <w:tcW w:w="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256F6" w:rsidRPr="008F7462" w:rsidRDefault="001256F6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256F6" w:rsidRPr="008F7462" w:rsidRDefault="001256F6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6F6" w:rsidRPr="008F7462" w:rsidRDefault="001256F6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Общая сумма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6F6" w:rsidRPr="008F7462" w:rsidRDefault="001256F6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F7462">
              <w:rPr>
                <w:rFonts w:ascii="Times New Roman" w:hAnsi="Times New Roman"/>
                <w:sz w:val="20"/>
                <w:szCs w:val="20"/>
                <w:lang w:eastAsia="ru-RU"/>
              </w:rPr>
              <w:t>Объем бюджетных ассигнова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ний на исполнение гарантий в 2025</w:t>
            </w:r>
            <w:r w:rsidRPr="008F746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6F6" w:rsidRPr="008F7462" w:rsidRDefault="001256F6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6F6" w:rsidRPr="008F7462" w:rsidRDefault="001256F6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256F6" w:rsidRPr="006B456D" w:rsidTr="007723A7">
        <w:trPr>
          <w:gridAfter w:val="2"/>
          <w:wAfter w:w="746" w:type="dxa"/>
          <w:trHeight w:val="253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6F6" w:rsidRPr="008F7462" w:rsidRDefault="001256F6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F746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6F6" w:rsidRPr="008F7462" w:rsidRDefault="001256F6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F7462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6F6" w:rsidRPr="008F7462" w:rsidRDefault="001256F6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F7462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6F6" w:rsidRPr="008F7462" w:rsidRDefault="001256F6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F7462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6F6" w:rsidRPr="00583AD0" w:rsidRDefault="001256F6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6F6" w:rsidRPr="00583AD0" w:rsidRDefault="001256F6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6</w:t>
            </w:r>
          </w:p>
        </w:tc>
      </w:tr>
      <w:tr w:rsidR="001256F6" w:rsidRPr="006B456D" w:rsidTr="000720B5">
        <w:trPr>
          <w:gridAfter w:val="2"/>
          <w:wAfter w:w="746" w:type="dxa"/>
          <w:trHeight w:val="312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F6" w:rsidRDefault="001256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56F6" w:rsidRDefault="001256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56F6" w:rsidRDefault="001256F6">
            <w:r w:rsidRPr="006B4E3A"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56F6" w:rsidRDefault="001256F6">
            <w:r w:rsidRPr="006B4E3A"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56F6" w:rsidRDefault="001256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56F6" w:rsidRDefault="001256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1256F6" w:rsidRPr="006B456D" w:rsidTr="000720B5">
        <w:trPr>
          <w:gridAfter w:val="2"/>
          <w:wAfter w:w="746" w:type="dxa"/>
          <w:trHeight w:val="312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F6" w:rsidRDefault="001256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56F6" w:rsidRDefault="001256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56F6" w:rsidRDefault="001256F6">
            <w:r w:rsidRPr="006B4E3A"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56F6" w:rsidRDefault="001256F6">
            <w:r w:rsidRPr="006B4E3A"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56F6" w:rsidRDefault="001256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56F6" w:rsidRDefault="001256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1256F6" w:rsidRPr="006B456D" w:rsidTr="000720B5">
        <w:trPr>
          <w:gridAfter w:val="2"/>
          <w:wAfter w:w="746" w:type="dxa"/>
          <w:trHeight w:val="312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F6" w:rsidRDefault="001256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56F6" w:rsidRDefault="001256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56F6" w:rsidRDefault="001256F6">
            <w:r w:rsidRPr="006B4E3A"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56F6" w:rsidRDefault="001256F6">
            <w:r w:rsidRPr="006B4E3A"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56F6" w:rsidRDefault="001256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56F6" w:rsidRDefault="001256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1256F6" w:rsidRPr="006B456D" w:rsidTr="000720B5">
        <w:trPr>
          <w:gridAfter w:val="2"/>
          <w:wAfter w:w="746" w:type="dxa"/>
          <w:trHeight w:val="312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56F6" w:rsidRDefault="001256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56F6" w:rsidRDefault="001256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56F6" w:rsidRDefault="001256F6">
            <w:r w:rsidRPr="006B4E3A"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56F6" w:rsidRDefault="001256F6">
            <w:r w:rsidRPr="006B4E3A"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56F6" w:rsidRDefault="001256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56F6" w:rsidRDefault="001256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1256F6" w:rsidRPr="006B456D" w:rsidTr="000720B5">
        <w:trPr>
          <w:gridAfter w:val="2"/>
          <w:wAfter w:w="746" w:type="dxa"/>
          <w:trHeight w:val="312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F6" w:rsidRDefault="001256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56F6" w:rsidRDefault="001256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56F6" w:rsidRDefault="001256F6">
            <w:r w:rsidRPr="006B4E3A"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56F6" w:rsidRDefault="001256F6">
            <w:r w:rsidRPr="006B4E3A"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56F6" w:rsidRDefault="001256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56F6" w:rsidRDefault="001256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1256F6" w:rsidRPr="006B456D" w:rsidTr="000720B5">
        <w:trPr>
          <w:gridAfter w:val="2"/>
          <w:wAfter w:w="746" w:type="dxa"/>
          <w:trHeight w:val="312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F6" w:rsidRDefault="001256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56F6" w:rsidRDefault="001256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56F6" w:rsidRDefault="001256F6">
            <w:r w:rsidRPr="006B4E3A"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56F6" w:rsidRDefault="001256F6">
            <w:r w:rsidRPr="006B4E3A"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56F6" w:rsidRDefault="001256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56F6" w:rsidRDefault="001256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1256F6" w:rsidRPr="006B456D" w:rsidTr="000720B5">
        <w:trPr>
          <w:gridAfter w:val="2"/>
          <w:wAfter w:w="746" w:type="dxa"/>
          <w:trHeight w:val="312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56F6" w:rsidRDefault="001256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56F6" w:rsidRDefault="001256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56F6" w:rsidRDefault="001256F6">
            <w:r w:rsidRPr="006B4E3A"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56F6" w:rsidRDefault="001256F6">
            <w:r w:rsidRPr="006B4E3A"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56F6" w:rsidRDefault="001256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56F6" w:rsidRDefault="001256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1256F6" w:rsidRPr="006B456D" w:rsidTr="000720B5">
        <w:trPr>
          <w:gridAfter w:val="2"/>
          <w:wAfter w:w="746" w:type="dxa"/>
          <w:trHeight w:val="312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56F6" w:rsidRDefault="001256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56F6" w:rsidRDefault="001256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56F6" w:rsidRDefault="001256F6">
            <w:r w:rsidRPr="006B4E3A"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56F6" w:rsidRDefault="001256F6">
            <w:r w:rsidRPr="006B4E3A"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56F6" w:rsidRDefault="001256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56F6" w:rsidRDefault="001256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</w:tbl>
    <w:p w:rsidR="001256F6" w:rsidRPr="00EC2A21" w:rsidRDefault="001256F6" w:rsidP="00EC2A2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256F6" w:rsidRPr="00EC2A21" w:rsidRDefault="001256F6" w:rsidP="00EC2A2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256F6" w:rsidRPr="00EC2A21" w:rsidRDefault="001256F6" w:rsidP="00EC2A2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256F6" w:rsidRPr="00EC2A21" w:rsidRDefault="001256F6" w:rsidP="00EC2A2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256F6" w:rsidRPr="00243A85" w:rsidRDefault="001256F6" w:rsidP="00243A8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Верно:</w:t>
      </w:r>
    </w:p>
    <w:sectPr w:rsidR="001256F6" w:rsidRPr="00243A85" w:rsidSect="007B7BD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56F6" w:rsidRDefault="001256F6" w:rsidP="003A597D">
      <w:pPr>
        <w:spacing w:after="0" w:line="240" w:lineRule="auto"/>
      </w:pPr>
      <w:r>
        <w:separator/>
      </w:r>
    </w:p>
  </w:endnote>
  <w:endnote w:type="continuationSeparator" w:id="0">
    <w:p w:rsidR="001256F6" w:rsidRDefault="001256F6" w:rsidP="003A5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56F6" w:rsidRDefault="001256F6" w:rsidP="003A597D">
      <w:pPr>
        <w:spacing w:after="0" w:line="240" w:lineRule="auto"/>
      </w:pPr>
      <w:r>
        <w:separator/>
      </w:r>
    </w:p>
  </w:footnote>
  <w:footnote w:type="continuationSeparator" w:id="0">
    <w:p w:rsidR="001256F6" w:rsidRDefault="001256F6" w:rsidP="003A59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5B04"/>
    <w:rsid w:val="0002647B"/>
    <w:rsid w:val="000720B5"/>
    <w:rsid w:val="000C674D"/>
    <w:rsid w:val="000F1C62"/>
    <w:rsid w:val="00101401"/>
    <w:rsid w:val="001256F6"/>
    <w:rsid w:val="0014447A"/>
    <w:rsid w:val="001939B5"/>
    <w:rsid w:val="001A7A60"/>
    <w:rsid w:val="001B7CBA"/>
    <w:rsid w:val="002127DF"/>
    <w:rsid w:val="00243A85"/>
    <w:rsid w:val="00270CB6"/>
    <w:rsid w:val="00292FAB"/>
    <w:rsid w:val="002C2ECB"/>
    <w:rsid w:val="002F5021"/>
    <w:rsid w:val="00306CFE"/>
    <w:rsid w:val="00310A7A"/>
    <w:rsid w:val="003306EF"/>
    <w:rsid w:val="00357DE6"/>
    <w:rsid w:val="003767B2"/>
    <w:rsid w:val="00390B45"/>
    <w:rsid w:val="003A597D"/>
    <w:rsid w:val="00455F2F"/>
    <w:rsid w:val="004D1849"/>
    <w:rsid w:val="004E262E"/>
    <w:rsid w:val="0050635C"/>
    <w:rsid w:val="005774AA"/>
    <w:rsid w:val="00583AD0"/>
    <w:rsid w:val="005E4431"/>
    <w:rsid w:val="005F0AB7"/>
    <w:rsid w:val="00611DBE"/>
    <w:rsid w:val="00612412"/>
    <w:rsid w:val="00621483"/>
    <w:rsid w:val="00626411"/>
    <w:rsid w:val="006727A6"/>
    <w:rsid w:val="006764ED"/>
    <w:rsid w:val="00685946"/>
    <w:rsid w:val="006B456D"/>
    <w:rsid w:val="006B4E3A"/>
    <w:rsid w:val="006F16AD"/>
    <w:rsid w:val="00704FF1"/>
    <w:rsid w:val="00741B19"/>
    <w:rsid w:val="007723A7"/>
    <w:rsid w:val="00785D43"/>
    <w:rsid w:val="00797403"/>
    <w:rsid w:val="007B7BD1"/>
    <w:rsid w:val="00800138"/>
    <w:rsid w:val="00822BD7"/>
    <w:rsid w:val="0086771E"/>
    <w:rsid w:val="008A50FD"/>
    <w:rsid w:val="008E068E"/>
    <w:rsid w:val="008F7462"/>
    <w:rsid w:val="00900755"/>
    <w:rsid w:val="00954E96"/>
    <w:rsid w:val="009552CF"/>
    <w:rsid w:val="00956EE7"/>
    <w:rsid w:val="00996D06"/>
    <w:rsid w:val="009B44E8"/>
    <w:rsid w:val="009B4CDB"/>
    <w:rsid w:val="009C2636"/>
    <w:rsid w:val="00A01DF7"/>
    <w:rsid w:val="00A216C0"/>
    <w:rsid w:val="00A22374"/>
    <w:rsid w:val="00A24722"/>
    <w:rsid w:val="00A50FFF"/>
    <w:rsid w:val="00A74879"/>
    <w:rsid w:val="00AE3E8B"/>
    <w:rsid w:val="00B25A93"/>
    <w:rsid w:val="00B902B7"/>
    <w:rsid w:val="00B95106"/>
    <w:rsid w:val="00BF153C"/>
    <w:rsid w:val="00C048C9"/>
    <w:rsid w:val="00C40838"/>
    <w:rsid w:val="00C94AD3"/>
    <w:rsid w:val="00CE3ACE"/>
    <w:rsid w:val="00CE408B"/>
    <w:rsid w:val="00D00DCD"/>
    <w:rsid w:val="00D431A8"/>
    <w:rsid w:val="00E05B04"/>
    <w:rsid w:val="00E11BAC"/>
    <w:rsid w:val="00E14456"/>
    <w:rsid w:val="00E324B2"/>
    <w:rsid w:val="00E55E93"/>
    <w:rsid w:val="00EB485C"/>
    <w:rsid w:val="00EC2A21"/>
    <w:rsid w:val="00F23234"/>
    <w:rsid w:val="00F43734"/>
    <w:rsid w:val="00F46256"/>
    <w:rsid w:val="00F812E3"/>
    <w:rsid w:val="00FB03C8"/>
    <w:rsid w:val="00FF7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263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3A59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A597D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3A59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A597D"/>
    <w:rPr>
      <w:rFonts w:cs="Times New Roman"/>
    </w:rPr>
  </w:style>
  <w:style w:type="paragraph" w:styleId="NoSpacing">
    <w:name w:val="No Spacing"/>
    <w:uiPriority w:val="99"/>
    <w:qFormat/>
    <w:rsid w:val="003A597D"/>
    <w:rPr>
      <w:lang w:eastAsia="en-US"/>
    </w:rPr>
  </w:style>
  <w:style w:type="paragraph" w:styleId="NormalWeb">
    <w:name w:val="Normal (Web)"/>
    <w:basedOn w:val="Normal"/>
    <w:uiPriority w:val="99"/>
    <w:rsid w:val="00FB03C8"/>
    <w:pPr>
      <w:spacing w:before="100" w:beforeAutospacing="1" w:after="119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698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8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8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</TotalTime>
  <Pages>1</Pages>
  <Words>123</Words>
  <Characters>707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User</cp:lastModifiedBy>
  <cp:revision>29</cp:revision>
  <cp:lastPrinted>2019-11-20T07:10:00Z</cp:lastPrinted>
  <dcterms:created xsi:type="dcterms:W3CDTF">2015-11-17T11:48:00Z</dcterms:created>
  <dcterms:modified xsi:type="dcterms:W3CDTF">2024-11-07T03:32:00Z</dcterms:modified>
</cp:coreProperties>
</file>